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9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961"/>
        <w:gridCol w:w="311"/>
      </w:tblGrid>
      <w:tr w:rsidR="00D40650" w14:paraId="55942A01" w14:textId="77777777" w:rsidTr="002560B1">
        <w:trPr>
          <w:trHeight w:val="1905"/>
        </w:trPr>
        <w:tc>
          <w:tcPr>
            <w:tcW w:w="4678" w:type="dxa"/>
          </w:tcPr>
          <w:p w14:paraId="559429FF" w14:textId="63B604F0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58E8549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72" w:type="dxa"/>
            <w:gridSpan w:val="2"/>
          </w:tcPr>
          <w:p w14:paraId="0E718ED1" w14:textId="77777777" w:rsidR="005F38B8" w:rsidRPr="00CC5155" w:rsidRDefault="005F38B8" w:rsidP="00516372">
            <w:pPr>
              <w:pStyle w:val="AK"/>
              <w:ind w:left="425"/>
              <w:rPr>
                <w:b/>
                <w:sz w:val="18"/>
                <w:szCs w:val="18"/>
              </w:rPr>
            </w:pPr>
            <w:r w:rsidRPr="00CC5155">
              <w:rPr>
                <w:b/>
                <w:sz w:val="18"/>
                <w:szCs w:val="18"/>
              </w:rPr>
              <w:t>ASUTUSESISESEKS KASUTAMISEKS</w:t>
            </w:r>
          </w:p>
          <w:p w14:paraId="35808DEA" w14:textId="600948AD" w:rsidR="005F38B8" w:rsidRPr="00CC5155" w:rsidRDefault="005F38B8" w:rsidP="00516372">
            <w:pPr>
              <w:pStyle w:val="AK"/>
              <w:ind w:left="425"/>
              <w:rPr>
                <w:sz w:val="18"/>
                <w:szCs w:val="18"/>
              </w:rPr>
            </w:pPr>
            <w:r w:rsidRPr="00CC5155">
              <w:rPr>
                <w:sz w:val="18"/>
                <w:szCs w:val="18"/>
              </w:rPr>
              <w:t xml:space="preserve">Märge tehtud: </w:t>
            </w:r>
            <w:sdt>
              <w:sdtPr>
                <w:rPr>
                  <w:sz w:val="18"/>
                  <w:szCs w:val="18"/>
                </w:rPr>
                <w:alias w:val="Juurdepääsupiirangu algusaeg"/>
                <w:tag w:val="RMAccessRestrictedFrom"/>
                <w:id w:val="-1130705372"/>
                <w:placeholder>
                  <w:docPart w:val="03873CD05C9A48EF97A94AEA40A80C0D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AccessRestrictedFrom[1]" w:storeItemID="{8F11CDE5-CD88-48A0-8C3C-AFEFC3EA5071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8E2DAE" w:rsidRPr="00CC5155">
                  <w:rPr>
                    <w:rStyle w:val="Kohatitetekst"/>
                    <w:sz w:val="18"/>
                    <w:szCs w:val="18"/>
                  </w:rPr>
                  <w:t>[Juurdepääsupiirangu algusaeg]</w:t>
                </w:r>
              </w:sdtContent>
            </w:sdt>
          </w:p>
          <w:p w14:paraId="1FD1275F" w14:textId="1B2BAA63" w:rsidR="005F38B8" w:rsidRPr="00CC5155" w:rsidRDefault="002560B1" w:rsidP="00516372">
            <w:pPr>
              <w:pStyle w:val="AK"/>
              <w:ind w:left="425"/>
              <w:rPr>
                <w:sz w:val="18"/>
                <w:szCs w:val="18"/>
              </w:rPr>
            </w:pPr>
            <w:r w:rsidRPr="00CC5155">
              <w:rPr>
                <w:sz w:val="18"/>
                <w:szCs w:val="18"/>
              </w:rPr>
              <w:t>Juurdepääsupiirang k</w:t>
            </w:r>
            <w:r w:rsidR="005F38B8" w:rsidRPr="00CC5155">
              <w:rPr>
                <w:sz w:val="18"/>
                <w:szCs w:val="18"/>
              </w:rPr>
              <w:t xml:space="preserve">ehtib kuni: </w:t>
            </w:r>
            <w:sdt>
              <w:sdtPr>
                <w:rPr>
                  <w:sz w:val="18"/>
                  <w:szCs w:val="18"/>
                </w:rPr>
                <w:alias w:val="Juurdepääsupiirangu lõpp"/>
                <w:tag w:val="RMAccessRestrictedUntil"/>
                <w:id w:val="-366760221"/>
                <w:placeholder>
                  <w:docPart w:val="7D8A7FA39E874C28B51B5245907FA83C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AccessRestrictedUntil[1]" w:storeItemID="{8F11CDE5-CD88-48A0-8C3C-AFEFC3EA5071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8E2DAE" w:rsidRPr="00CC5155">
                  <w:rPr>
                    <w:rStyle w:val="Kohatitetekst"/>
                    <w:sz w:val="18"/>
                    <w:szCs w:val="18"/>
                  </w:rPr>
                  <w:t>[Juurdepääsupiirangu lõpp]</w:t>
                </w:r>
              </w:sdtContent>
            </w:sdt>
          </w:p>
          <w:p w14:paraId="35E0276D" w14:textId="6A91204B" w:rsidR="005F38B8" w:rsidRPr="00CC5155" w:rsidRDefault="005F38B8" w:rsidP="00516372">
            <w:pPr>
              <w:pStyle w:val="AK"/>
              <w:ind w:left="425"/>
              <w:rPr>
                <w:sz w:val="18"/>
                <w:szCs w:val="18"/>
              </w:rPr>
            </w:pPr>
            <w:r w:rsidRPr="00CC5155">
              <w:rPr>
                <w:sz w:val="18"/>
                <w:szCs w:val="18"/>
              </w:rPr>
              <w:t xml:space="preserve">Alus: </w:t>
            </w:r>
            <w:sdt>
              <w:sdtPr>
                <w:rPr>
                  <w:sz w:val="18"/>
                  <w:szCs w:val="18"/>
                </w:rPr>
                <w:alias w:val="Alus"/>
                <w:tag w:val="RMAccessRestrictionReason"/>
                <w:id w:val="1744364815"/>
                <w:placeholder>
                  <w:docPart w:val="1F99612080E4475F9C16836E4FBD2734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AccessRestrictionReason[1]" w:storeItemID="{8F11CDE5-CD88-48A0-8C3C-AFEFC3EA5071}"/>
                <w:text/>
              </w:sdtPr>
              <w:sdtEndPr/>
              <w:sdtContent>
                <w:r w:rsidR="00CE224D" w:rsidRPr="00CC5155">
                  <w:rPr>
                    <w:rStyle w:val="Kohatitetekst"/>
                    <w:sz w:val="18"/>
                    <w:szCs w:val="18"/>
                  </w:rPr>
                  <w:t>[Alus]</w:t>
                </w:r>
              </w:sdtContent>
            </w:sdt>
          </w:p>
          <w:p w14:paraId="7355581C" w14:textId="77777777" w:rsidR="005F38B8" w:rsidRPr="00CC5155" w:rsidRDefault="005F38B8" w:rsidP="00516372">
            <w:pPr>
              <w:pStyle w:val="AK"/>
              <w:ind w:left="425"/>
              <w:rPr>
                <w:sz w:val="18"/>
                <w:szCs w:val="18"/>
              </w:rPr>
            </w:pPr>
            <w:r w:rsidRPr="00CC5155">
              <w:rPr>
                <w:sz w:val="18"/>
                <w:szCs w:val="18"/>
              </w:rPr>
              <w:t>Teabevaldaja: Keskkonnaamet</w:t>
            </w:r>
          </w:p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CC5155" w14:paraId="55942A0B" w14:textId="77777777" w:rsidTr="002560B1">
        <w:trPr>
          <w:gridAfter w:val="1"/>
          <w:wAfter w:w="311" w:type="dxa"/>
          <w:trHeight w:val="1985"/>
        </w:trPr>
        <w:tc>
          <w:tcPr>
            <w:tcW w:w="4678" w:type="dxa"/>
          </w:tcPr>
          <w:sdt>
            <w:sdtPr>
              <w:rPr>
                <w:sz w:val="22"/>
                <w:szCs w:val="22"/>
              </w:r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8F11CDE5-CD88-48A0-8C3C-AFEFC3EA5071}"/>
              <w:text/>
            </w:sdtPr>
            <w:sdtEndPr/>
            <w:sdtContent>
              <w:p w14:paraId="46916939" w14:textId="28270797" w:rsidR="00371A7B" w:rsidRPr="00CC5155" w:rsidRDefault="003B0776" w:rsidP="00BC1A62">
                <w:pPr>
                  <w:pStyle w:val="Adressaat"/>
                  <w:rPr>
                    <w:sz w:val="22"/>
                    <w:szCs w:val="22"/>
                  </w:rPr>
                </w:pPr>
                <w:r w:rsidRPr="00CC5155">
                  <w:rPr>
                    <w:sz w:val="22"/>
                    <w:szCs w:val="22"/>
                  </w:rPr>
                  <w:t>Bert Holm</w:t>
                </w:r>
              </w:p>
            </w:sdtContent>
          </w:sdt>
          <w:sdt>
            <w:sdtPr>
              <w:rPr>
                <w:sz w:val="22"/>
                <w:szCs w:val="22"/>
              </w:r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8F11CDE5-CD88-48A0-8C3C-AFEFC3EA5071}"/>
              <w:text/>
            </w:sdtPr>
            <w:sdtEndPr/>
            <w:sdtContent>
              <w:p w14:paraId="48CCC525" w14:textId="735D2CFA" w:rsidR="00371A7B" w:rsidRPr="00CC5155" w:rsidRDefault="003B0776" w:rsidP="00BC1A62">
                <w:pPr>
                  <w:pStyle w:val="Adressaat"/>
                  <w:rPr>
                    <w:sz w:val="22"/>
                    <w:szCs w:val="22"/>
                  </w:rPr>
                </w:pPr>
                <w:r w:rsidRPr="00CC5155">
                  <w:rPr>
                    <w:sz w:val="22"/>
                    <w:szCs w:val="22"/>
                  </w:rPr>
                  <w:t>Riigimetsa Majandamise Keskus</w:t>
                </w:r>
              </w:p>
            </w:sdtContent>
          </w:sdt>
          <w:sdt>
            <w:sdtPr>
              <w:rPr>
                <w:iCs/>
                <w:sz w:val="22"/>
                <w:szCs w:val="22"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8F11CDE5-CD88-48A0-8C3C-AFEFC3EA5071}"/>
              <w:text/>
            </w:sdtPr>
            <w:sdtEndPr/>
            <w:sdtContent>
              <w:p w14:paraId="55942A06" w14:textId="6AB226DC" w:rsidR="003B2A9C" w:rsidRPr="00CC5155" w:rsidRDefault="003B0776" w:rsidP="00371A7B">
                <w:pPr>
                  <w:pStyle w:val="Adressaat"/>
                  <w:rPr>
                    <w:iCs/>
                    <w:sz w:val="22"/>
                    <w:szCs w:val="22"/>
                  </w:rPr>
                </w:pPr>
                <w:r w:rsidRPr="00CC5155">
                  <w:rPr>
                    <w:iCs/>
                    <w:sz w:val="22"/>
                    <w:szCs w:val="22"/>
                  </w:rPr>
                  <w:t>bert.holm@rmk.ee</w:t>
                </w:r>
              </w:p>
            </w:sdtContent>
          </w:sdt>
        </w:tc>
        <w:tc>
          <w:tcPr>
            <w:tcW w:w="4961" w:type="dxa"/>
          </w:tcPr>
          <w:p w14:paraId="55942A07" w14:textId="1922F626" w:rsidR="00124999" w:rsidRPr="00CC5155" w:rsidRDefault="00262E94" w:rsidP="00227EAC">
            <w:pPr>
              <w:spacing w:line="240" w:lineRule="auto"/>
              <w:ind w:left="425"/>
              <w:rPr>
                <w:sz w:val="22"/>
                <w:szCs w:val="22"/>
              </w:rPr>
            </w:pPr>
            <w:r w:rsidRPr="00CC5155">
              <w:rPr>
                <w:sz w:val="22"/>
                <w:szCs w:val="22"/>
              </w:rPr>
              <w:t>Teie</w:t>
            </w:r>
            <w:r w:rsidR="00371A7B" w:rsidRPr="00CC515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8F11CDE5-CD88-48A0-8C3C-AFEFC3EA5071}"/>
                <w:date w:fullDate="2023-11-17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B0776" w:rsidRPr="00CC5155">
                  <w:rPr>
                    <w:sz w:val="22"/>
                    <w:szCs w:val="22"/>
                  </w:rPr>
                  <w:t>17.11.2023</w:t>
                </w:r>
              </w:sdtContent>
            </w:sdt>
            <w:r w:rsidR="00371A7B" w:rsidRPr="00CC5155">
              <w:rPr>
                <w:sz w:val="22"/>
                <w:szCs w:val="22"/>
              </w:rPr>
              <w:t xml:space="preserve"> </w:t>
            </w:r>
          </w:p>
          <w:p w14:paraId="55942A08" w14:textId="77777777" w:rsidR="00BF4D7C" w:rsidRPr="00CC5155" w:rsidRDefault="00BF4D7C" w:rsidP="00227EAC">
            <w:pPr>
              <w:spacing w:line="240" w:lineRule="auto"/>
              <w:ind w:left="425"/>
              <w:rPr>
                <w:sz w:val="22"/>
                <w:szCs w:val="22"/>
              </w:rPr>
            </w:pPr>
          </w:p>
          <w:p w14:paraId="55942A09" w14:textId="52A63C30" w:rsidR="00EC028D" w:rsidRPr="00CC5155" w:rsidRDefault="00262E94" w:rsidP="00227EAC">
            <w:pPr>
              <w:spacing w:line="240" w:lineRule="auto"/>
              <w:ind w:left="425"/>
              <w:jc w:val="left"/>
              <w:rPr>
                <w:sz w:val="22"/>
                <w:szCs w:val="22"/>
              </w:rPr>
            </w:pPr>
            <w:r w:rsidRPr="00CC5155">
              <w:rPr>
                <w:sz w:val="22"/>
                <w:szCs w:val="22"/>
              </w:rPr>
              <w:t>Meie</w:t>
            </w:r>
            <w:r w:rsidR="00EC028D" w:rsidRPr="00CC5155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8F11CDE5-CD88-48A0-8C3C-AFEFC3EA5071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CC5155">
                  <w:rPr>
                    <w:rStyle w:val="Kohatitetekst"/>
                    <w:sz w:val="22"/>
                    <w:szCs w:val="22"/>
                  </w:rPr>
                  <w:t>[Registreerimise kuupäev]</w:t>
                </w:r>
              </w:sdtContent>
            </w:sdt>
            <w:r w:rsidR="00371A7B" w:rsidRPr="00CC5155">
              <w:rPr>
                <w:sz w:val="22"/>
                <w:szCs w:val="22"/>
              </w:rPr>
              <w:t xml:space="preserve"> </w:t>
            </w:r>
            <w:r w:rsidR="00EC028D" w:rsidRPr="00CC5155">
              <w:rPr>
                <w:sz w:val="22"/>
                <w:szCs w:val="22"/>
              </w:rPr>
              <w:t xml:space="preserve">nr </w:t>
            </w:r>
            <w:sdt>
              <w:sdtPr>
                <w:rPr>
                  <w:sz w:val="22"/>
                  <w:szCs w:val="22"/>
                </w:r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8F11CDE5-CD88-48A0-8C3C-AFEFC3EA5071}"/>
                <w:text/>
              </w:sdtPr>
              <w:sdtEndPr/>
              <w:sdtContent>
                <w:r w:rsidR="00371A7B" w:rsidRPr="00CC5155">
                  <w:rPr>
                    <w:rStyle w:val="Kohatitetekst"/>
                    <w:sz w:val="22"/>
                    <w:szCs w:val="22"/>
                  </w:rPr>
                  <w:t>[Registreerimisnumber]</w:t>
                </w:r>
              </w:sdtContent>
            </w:sdt>
          </w:p>
          <w:p w14:paraId="55942A0A" w14:textId="77777777" w:rsidR="003B2A9C" w:rsidRPr="00CC5155" w:rsidRDefault="003B2A9C" w:rsidP="00371A7B">
            <w:pPr>
              <w:ind w:left="-425"/>
              <w:jc w:val="left"/>
              <w:rPr>
                <w:sz w:val="22"/>
                <w:szCs w:val="22"/>
              </w:rPr>
            </w:pPr>
          </w:p>
        </w:tc>
      </w:tr>
    </w:tbl>
    <w:sdt>
      <w:sdtPr>
        <w:rPr>
          <w:sz w:val="22"/>
          <w:szCs w:val="22"/>
        </w:r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0630C751" w:rsidR="00BC1A62" w:rsidRPr="00CC5155" w:rsidRDefault="003B0776" w:rsidP="00500E3C">
          <w:pPr>
            <w:pStyle w:val="Pealkiri1"/>
            <w:tabs>
              <w:tab w:val="left" w:pos="4820"/>
            </w:tabs>
            <w:ind w:right="4251"/>
            <w:rPr>
              <w:sz w:val="22"/>
              <w:szCs w:val="22"/>
            </w:rPr>
          </w:pPr>
          <w:r w:rsidRPr="00CC5155">
            <w:rPr>
              <w:sz w:val="22"/>
              <w:szCs w:val="22"/>
            </w:rPr>
            <w:t xml:space="preserve">LK töö lähteülesande kooskõlastamine: </w:t>
          </w:r>
          <w:proofErr w:type="spellStart"/>
          <w:r w:rsidRPr="00CC5155">
            <w:rPr>
              <w:sz w:val="22"/>
              <w:szCs w:val="22"/>
            </w:rPr>
            <w:t>Põgari</w:t>
          </w:r>
          <w:proofErr w:type="spellEnd"/>
          <w:r w:rsidRPr="00CC5155">
            <w:rPr>
              <w:sz w:val="22"/>
              <w:szCs w:val="22"/>
            </w:rPr>
            <w:t>-Sassi rannaniit</w:t>
          </w:r>
        </w:p>
      </w:sdtContent>
    </w:sdt>
    <w:p w14:paraId="03F1A5D0" w14:textId="77777777" w:rsidR="003B0776" w:rsidRPr="00CC5155" w:rsidRDefault="003B0776" w:rsidP="003B0776">
      <w:pPr>
        <w:spacing w:line="240" w:lineRule="auto"/>
        <w:rPr>
          <w:sz w:val="22"/>
          <w:szCs w:val="22"/>
        </w:rPr>
      </w:pPr>
      <w:r w:rsidRPr="00CC5155">
        <w:rPr>
          <w:sz w:val="22"/>
          <w:szCs w:val="22"/>
        </w:rPr>
        <w:t xml:space="preserve">Esitasite Keskkonnaametile kooskõlastamiseks looduskaitsetööde lähteülesande (ID 2276)  poolloodusliku koosluse taastamistööks 3,63 ha ulatuses. Alad asuvad katastriüksustel </w:t>
      </w:r>
      <w:bookmarkStart w:id="0" w:name="bm5"/>
      <w:r w:rsidRPr="00CC5155">
        <w:rPr>
          <w:sz w:val="22"/>
          <w:szCs w:val="22"/>
        </w:rPr>
        <w:t>67405:001:0108; 67405:001:0109; 67405:001:0110</w:t>
      </w:r>
      <w:bookmarkEnd w:id="0"/>
      <w:r w:rsidRPr="00CC5155">
        <w:rPr>
          <w:sz w:val="22"/>
          <w:szCs w:val="22"/>
        </w:rPr>
        <w:t xml:space="preserve">. Tegemist on Life-IP projekti kiskjate sobivate vaatus- varje- ja pesitsuskohtade vähendamisega. „Loodusrikas Eesti“ </w:t>
      </w:r>
      <w:proofErr w:type="spellStart"/>
      <w:r w:rsidRPr="00CC5155">
        <w:rPr>
          <w:sz w:val="22"/>
          <w:szCs w:val="22"/>
        </w:rPr>
        <w:t>liigikaitseliselt</w:t>
      </w:r>
      <w:proofErr w:type="spellEnd"/>
      <w:r w:rsidRPr="00CC5155">
        <w:rPr>
          <w:sz w:val="22"/>
          <w:szCs w:val="22"/>
        </w:rPr>
        <w:t xml:space="preserve"> oluliste rannaniitude seisundi parandamise ettepaneku realiseerimisega. Pesitsusedukuse suurendamiseks laiendatakse lageda rannaniidu pindala vähendades kiskjatele ja röövlindudele sobivaid pesitsus- ning varjekohti. Tööde käigus eemaldatakse puittaimestik vastavalt lähteülesandele.  </w:t>
      </w:r>
    </w:p>
    <w:p w14:paraId="6872E0F8" w14:textId="77777777" w:rsidR="003B0776" w:rsidRPr="00CC5155" w:rsidRDefault="003B0776" w:rsidP="003B0776">
      <w:pPr>
        <w:spacing w:line="240" w:lineRule="auto"/>
        <w:rPr>
          <w:sz w:val="22"/>
          <w:szCs w:val="22"/>
        </w:rPr>
      </w:pPr>
    </w:p>
    <w:p w14:paraId="1A2D8414" w14:textId="77777777" w:rsidR="003B0776" w:rsidRPr="00CC5155" w:rsidRDefault="003B0776" w:rsidP="003B0776">
      <w:pPr>
        <w:pStyle w:val="Default"/>
        <w:jc w:val="both"/>
        <w:rPr>
          <w:rFonts w:eastAsia="Times New Roman"/>
          <w:color w:val="auto"/>
          <w:sz w:val="22"/>
          <w:szCs w:val="22"/>
          <w:lang w:eastAsia="et-EE"/>
        </w:rPr>
      </w:pPr>
      <w:r w:rsidRPr="00CC5155">
        <w:rPr>
          <w:color w:val="auto"/>
          <w:sz w:val="22"/>
          <w:szCs w:val="22"/>
        </w:rPr>
        <w:t>Vastavalt Vabariigi Valitsuse 17.03.2023 määrusele nr 34 „</w:t>
      </w:r>
      <w:r w:rsidRPr="00CC5155">
        <w:rPr>
          <w:sz w:val="22"/>
          <w:szCs w:val="22"/>
        </w:rPr>
        <w:t>M</w:t>
      </w:r>
      <w:r w:rsidRPr="00CC5155">
        <w:rPr>
          <w:color w:val="auto"/>
          <w:sz w:val="22"/>
          <w:szCs w:val="22"/>
        </w:rPr>
        <w:t xml:space="preserve">atsalu rahvuspargi kaitse-eeskiri“ on </w:t>
      </w:r>
      <w:r w:rsidRPr="00CC5155">
        <w:rPr>
          <w:rFonts w:eastAsia="Times New Roman"/>
          <w:color w:val="auto"/>
          <w:sz w:val="22"/>
          <w:szCs w:val="22"/>
          <w:lang w:eastAsia="et-EE"/>
        </w:rPr>
        <w:t>poollooduslike koosluste taastamine ja säilitamine seatud kaitse eesmärgiks.</w:t>
      </w:r>
    </w:p>
    <w:p w14:paraId="5F30C204" w14:textId="77777777" w:rsidR="003B0776" w:rsidRPr="00CC5155" w:rsidRDefault="003B0776" w:rsidP="003B0776">
      <w:pPr>
        <w:pStyle w:val="Default"/>
        <w:jc w:val="both"/>
        <w:rPr>
          <w:color w:val="auto"/>
          <w:sz w:val="22"/>
          <w:szCs w:val="22"/>
        </w:rPr>
      </w:pPr>
    </w:p>
    <w:p w14:paraId="3B80F732" w14:textId="77777777" w:rsidR="003B0776" w:rsidRPr="00CC5155" w:rsidRDefault="003B0776" w:rsidP="003B0776">
      <w:pPr>
        <w:pStyle w:val="Default"/>
        <w:jc w:val="both"/>
        <w:rPr>
          <w:color w:val="auto"/>
          <w:sz w:val="22"/>
          <w:szCs w:val="22"/>
        </w:rPr>
      </w:pPr>
      <w:r w:rsidRPr="00CC5155">
        <w:rPr>
          <w:color w:val="auto"/>
          <w:sz w:val="22"/>
          <w:szCs w:val="22"/>
        </w:rPr>
        <w:t>Kahel põhjapoolsel alal säilitada hajus üleminek alles jäetavatele kadakatele ehk säilitada üksikuid ilusamaid ja suuremaid maani rohelisi kadakaid, et ala säiliks loomulikuna.</w:t>
      </w:r>
    </w:p>
    <w:p w14:paraId="5D97FC00" w14:textId="77777777" w:rsidR="003B0776" w:rsidRPr="00CC5155" w:rsidRDefault="003B0776" w:rsidP="003B0776">
      <w:pPr>
        <w:pStyle w:val="Default"/>
        <w:jc w:val="both"/>
        <w:rPr>
          <w:color w:val="auto"/>
          <w:sz w:val="22"/>
          <w:szCs w:val="22"/>
        </w:rPr>
      </w:pPr>
    </w:p>
    <w:p w14:paraId="2AAB66BD" w14:textId="77777777" w:rsidR="003B0776" w:rsidRPr="00CC5155" w:rsidRDefault="003B0776" w:rsidP="003B0776">
      <w:pPr>
        <w:pStyle w:val="Default"/>
        <w:jc w:val="both"/>
        <w:rPr>
          <w:color w:val="auto"/>
          <w:sz w:val="22"/>
          <w:szCs w:val="22"/>
        </w:rPr>
      </w:pPr>
      <w:r w:rsidRPr="00CC5155">
        <w:rPr>
          <w:color w:val="auto"/>
          <w:sz w:val="22"/>
          <w:szCs w:val="22"/>
        </w:rPr>
        <w:t xml:space="preserve">Kui töid õnnestub teostada sellisel ajal, et pinnas on kuiv või läbi külmunud, siis on lubatud materjali ka välja vedada (arvestades mahtu, mis muidu tuleks põletada). Pinnasekahjustusi tuleb vältida. </w:t>
      </w:r>
    </w:p>
    <w:p w14:paraId="0C91393B" w14:textId="77777777" w:rsidR="003B0776" w:rsidRPr="00CC5155" w:rsidRDefault="003B0776" w:rsidP="003B0776">
      <w:pPr>
        <w:pStyle w:val="Default"/>
        <w:jc w:val="both"/>
        <w:rPr>
          <w:color w:val="auto"/>
          <w:sz w:val="22"/>
          <w:szCs w:val="22"/>
        </w:rPr>
      </w:pPr>
    </w:p>
    <w:p w14:paraId="3A4D345F" w14:textId="758F772A" w:rsidR="003B0776" w:rsidRPr="00CC5155" w:rsidRDefault="003B0776" w:rsidP="003B0776">
      <w:pPr>
        <w:pStyle w:val="Default"/>
        <w:jc w:val="both"/>
        <w:rPr>
          <w:color w:val="auto"/>
          <w:sz w:val="22"/>
          <w:szCs w:val="22"/>
        </w:rPr>
      </w:pPr>
      <w:r w:rsidRPr="00CC5155">
        <w:rPr>
          <w:color w:val="auto"/>
          <w:sz w:val="22"/>
          <w:szCs w:val="22"/>
        </w:rPr>
        <w:t xml:space="preserve">Ennem tööde algust tuleb </w:t>
      </w:r>
      <w:proofErr w:type="spellStart"/>
      <w:r w:rsidRPr="00CC5155">
        <w:rPr>
          <w:color w:val="auto"/>
          <w:sz w:val="22"/>
          <w:szCs w:val="22"/>
        </w:rPr>
        <w:t>Tuuru</w:t>
      </w:r>
      <w:proofErr w:type="spellEnd"/>
      <w:r w:rsidRPr="00CC5155">
        <w:rPr>
          <w:color w:val="auto"/>
          <w:sz w:val="22"/>
          <w:szCs w:val="22"/>
        </w:rPr>
        <w:t xml:space="preserve">-Puise tee äärde </w:t>
      </w:r>
      <w:r w:rsidR="00AF343E" w:rsidRPr="00CC5155">
        <w:rPr>
          <w:color w:val="auto"/>
          <w:sz w:val="22"/>
          <w:szCs w:val="22"/>
        </w:rPr>
        <w:t xml:space="preserve">töödest teavitav </w:t>
      </w:r>
      <w:r w:rsidRPr="00CC5155">
        <w:rPr>
          <w:color w:val="auto"/>
          <w:sz w:val="22"/>
          <w:szCs w:val="22"/>
        </w:rPr>
        <w:t xml:space="preserve">infotahvel paigaldada ning kohalikku </w:t>
      </w:r>
      <w:proofErr w:type="spellStart"/>
      <w:r w:rsidRPr="00CC5155">
        <w:rPr>
          <w:color w:val="auto"/>
          <w:sz w:val="22"/>
          <w:szCs w:val="22"/>
        </w:rPr>
        <w:t>külaseltsi</w:t>
      </w:r>
      <w:proofErr w:type="spellEnd"/>
      <w:r w:rsidRPr="00CC5155">
        <w:rPr>
          <w:color w:val="auto"/>
          <w:sz w:val="22"/>
          <w:szCs w:val="22"/>
        </w:rPr>
        <w:t xml:space="preserve"> informeerida (Facebook: Puise küla Group)</w:t>
      </w:r>
      <w:r w:rsidR="00AF343E" w:rsidRPr="00CC5155">
        <w:rPr>
          <w:color w:val="auto"/>
          <w:sz w:val="22"/>
          <w:szCs w:val="22"/>
        </w:rPr>
        <w:t>.</w:t>
      </w:r>
    </w:p>
    <w:p w14:paraId="3EDEF33C" w14:textId="77777777" w:rsidR="003B0776" w:rsidRPr="00CC5155" w:rsidRDefault="003B0776" w:rsidP="003B0776">
      <w:pPr>
        <w:pStyle w:val="Snum"/>
        <w:rPr>
          <w:rFonts w:eastAsiaTheme="minorHAnsi"/>
          <w:kern w:val="0"/>
          <w:sz w:val="22"/>
          <w:szCs w:val="22"/>
          <w:highlight w:val="yellow"/>
          <w:lang w:eastAsia="en-US" w:bidi="ar-SA"/>
        </w:rPr>
      </w:pPr>
    </w:p>
    <w:p w14:paraId="55942A11" w14:textId="0A260CA8" w:rsidR="00A13FDE" w:rsidRPr="00CC5155" w:rsidRDefault="003B0776" w:rsidP="003B0776">
      <w:pPr>
        <w:pStyle w:val="Snum"/>
        <w:rPr>
          <w:sz w:val="22"/>
          <w:szCs w:val="22"/>
        </w:rPr>
      </w:pPr>
      <w:r w:rsidRPr="00CC5155">
        <w:rPr>
          <w:rFonts w:eastAsiaTheme="minorHAnsi"/>
          <w:kern w:val="0"/>
          <w:sz w:val="22"/>
          <w:szCs w:val="22"/>
          <w:lang w:eastAsia="en-US" w:bidi="ar-SA"/>
        </w:rPr>
        <w:t>Arvestades lähteülesandes RMK poolt esitatud ning käesolevas kirjas täiendavalt seatud tingimusi, kooskõlastab Keskkonnaamet</w:t>
      </w:r>
      <w:r w:rsidRPr="00CC5155">
        <w:rPr>
          <w:sz w:val="22"/>
          <w:szCs w:val="22"/>
        </w:rPr>
        <w:t xml:space="preserve"> Matsalu rahvuspargi looduskaitsetöö lähteülesande ID 2276.</w:t>
      </w:r>
    </w:p>
    <w:p w14:paraId="55942A12" w14:textId="77777777" w:rsidR="00A13FDE" w:rsidRPr="00CC5155" w:rsidRDefault="00A13FDE" w:rsidP="00F52ADA">
      <w:pPr>
        <w:pStyle w:val="Snum"/>
        <w:rPr>
          <w:sz w:val="22"/>
          <w:szCs w:val="22"/>
        </w:rPr>
      </w:pPr>
    </w:p>
    <w:p w14:paraId="55942A19" w14:textId="77777777" w:rsidR="00432E04" w:rsidRPr="00CC5155" w:rsidRDefault="00432E04" w:rsidP="00F52ADA">
      <w:pPr>
        <w:pStyle w:val="Snum"/>
        <w:rPr>
          <w:sz w:val="22"/>
          <w:szCs w:val="22"/>
        </w:rPr>
      </w:pPr>
    </w:p>
    <w:p w14:paraId="55942A1A" w14:textId="77777777" w:rsidR="00A13FDE" w:rsidRPr="00CC5155" w:rsidRDefault="00A13FDE" w:rsidP="00F52ADA">
      <w:pPr>
        <w:pStyle w:val="Snum"/>
        <w:rPr>
          <w:sz w:val="22"/>
          <w:szCs w:val="22"/>
        </w:rPr>
      </w:pPr>
      <w:r w:rsidRPr="00CC5155">
        <w:rPr>
          <w:sz w:val="22"/>
          <w:szCs w:val="22"/>
        </w:rPr>
        <w:t>Lugupidamisega</w:t>
      </w:r>
    </w:p>
    <w:p w14:paraId="55942A1B" w14:textId="77777777" w:rsidR="00A13FDE" w:rsidRPr="00CC5155" w:rsidRDefault="00A13FDE" w:rsidP="00F52ADA">
      <w:pPr>
        <w:pStyle w:val="Snum"/>
        <w:rPr>
          <w:sz w:val="22"/>
          <w:szCs w:val="22"/>
        </w:rPr>
      </w:pPr>
    </w:p>
    <w:p w14:paraId="55942A1C" w14:textId="77777777" w:rsidR="00A13FDE" w:rsidRPr="00CC5155" w:rsidRDefault="00A13FDE" w:rsidP="00F52ADA">
      <w:pPr>
        <w:pStyle w:val="Snum"/>
        <w:rPr>
          <w:sz w:val="22"/>
          <w:szCs w:val="22"/>
        </w:rPr>
      </w:pPr>
    </w:p>
    <w:p w14:paraId="55942A1E" w14:textId="230523CC" w:rsidR="00262E94" w:rsidRPr="00CC5155" w:rsidRDefault="00A13FDE" w:rsidP="00F52ADA">
      <w:pPr>
        <w:pStyle w:val="Snum"/>
        <w:rPr>
          <w:sz w:val="22"/>
          <w:szCs w:val="22"/>
        </w:rPr>
      </w:pPr>
      <w:r w:rsidRPr="00CC5155">
        <w:rPr>
          <w:sz w:val="22"/>
          <w:szCs w:val="22"/>
        </w:rPr>
        <w:t>(</w:t>
      </w:r>
      <w:r w:rsidR="00432E04" w:rsidRPr="00CC5155">
        <w:rPr>
          <w:sz w:val="22"/>
          <w:szCs w:val="22"/>
        </w:rPr>
        <w:t>allkir</w:t>
      </w:r>
      <w:r w:rsidR="00EC028D" w:rsidRPr="00CC5155">
        <w:rPr>
          <w:sz w:val="22"/>
          <w:szCs w:val="22"/>
        </w:rPr>
        <w:t>jastatud digitaalselt</w:t>
      </w:r>
      <w:r w:rsidRPr="00CC5155">
        <w:rPr>
          <w:sz w:val="22"/>
          <w:szCs w:val="22"/>
        </w:rPr>
        <w:t>)</w:t>
      </w:r>
    </w:p>
    <w:sdt>
      <w:sdtPr>
        <w:rPr>
          <w:sz w:val="22"/>
          <w:szCs w:val="22"/>
        </w:rPr>
        <w:alias w:val="Allkirjastaja"/>
        <w:tag w:val="Allkirjastaja"/>
        <w:id w:val="-1912065300"/>
        <w:placeholder>
          <w:docPart w:val="FC588EA06BB04FB691225E428A29BC4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8F11CDE5-CD88-48A0-8C3C-AFEFC3EA5071}"/>
        <w:text/>
      </w:sdtPr>
      <w:sdtEndPr/>
      <w:sdtContent>
        <w:p w14:paraId="4482948D" w14:textId="782CD150" w:rsidR="002D64AB" w:rsidRPr="00CC5155" w:rsidRDefault="003B0776" w:rsidP="00F52ADA">
          <w:pPr>
            <w:pStyle w:val="Snum"/>
            <w:rPr>
              <w:sz w:val="22"/>
              <w:szCs w:val="22"/>
            </w:rPr>
          </w:pPr>
          <w:r w:rsidRPr="00CC5155">
            <w:rPr>
              <w:sz w:val="22"/>
              <w:szCs w:val="22"/>
            </w:rPr>
            <w:t>Gunnar Sein</w:t>
          </w:r>
        </w:p>
      </w:sdtContent>
    </w:sdt>
    <w:sdt>
      <w:sdtPr>
        <w:rPr>
          <w:sz w:val="22"/>
          <w:szCs w:val="22"/>
        </w:r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8F11CDE5-CD88-48A0-8C3C-AFEFC3EA5071}"/>
        <w:text/>
      </w:sdtPr>
      <w:sdtEndPr/>
      <w:sdtContent>
        <w:p w14:paraId="3A716D7D" w14:textId="08F586C3" w:rsidR="002D64AB" w:rsidRPr="00CC5155" w:rsidRDefault="003B0776" w:rsidP="00F52ADA">
          <w:pPr>
            <w:pStyle w:val="Snum"/>
            <w:rPr>
              <w:sz w:val="22"/>
              <w:szCs w:val="22"/>
            </w:rPr>
          </w:pPr>
          <w:r w:rsidRPr="00CC5155">
            <w:rPr>
              <w:sz w:val="22"/>
              <w:szCs w:val="22"/>
            </w:rPr>
            <w:t>juhataja</w:t>
          </w:r>
        </w:p>
      </w:sdtContent>
    </w:sdt>
    <w:p w14:paraId="55942A21" w14:textId="6663F588" w:rsidR="00432E04" w:rsidRPr="00CC5155" w:rsidRDefault="003B0776" w:rsidP="00F52ADA">
      <w:pPr>
        <w:pStyle w:val="Snum"/>
        <w:rPr>
          <w:sz w:val="22"/>
          <w:szCs w:val="22"/>
        </w:rPr>
      </w:pPr>
      <w:r w:rsidRPr="00CC5155">
        <w:rPr>
          <w:sz w:val="22"/>
          <w:szCs w:val="22"/>
        </w:rPr>
        <w:t>maahoolduse büroo</w:t>
      </w:r>
    </w:p>
    <w:p w14:paraId="55942A23" w14:textId="77777777" w:rsidR="00432E04" w:rsidRPr="00CC5155" w:rsidRDefault="00432E04" w:rsidP="00F52ADA">
      <w:pPr>
        <w:pStyle w:val="Snum"/>
        <w:rPr>
          <w:sz w:val="22"/>
          <w:szCs w:val="22"/>
        </w:rPr>
      </w:pPr>
    </w:p>
    <w:p w14:paraId="55942A2D" w14:textId="77777777" w:rsidR="00432E04" w:rsidRPr="00CC5155" w:rsidRDefault="00432E04" w:rsidP="00F52ADA">
      <w:pPr>
        <w:pStyle w:val="Snum"/>
        <w:rPr>
          <w:sz w:val="22"/>
          <w:szCs w:val="22"/>
        </w:rPr>
      </w:pPr>
    </w:p>
    <w:p w14:paraId="55942A2E" w14:textId="6D49D7BC" w:rsidR="00A13FDE" w:rsidRPr="00CC5155" w:rsidRDefault="008736CB" w:rsidP="00F52ADA">
      <w:pPr>
        <w:pStyle w:val="Snum"/>
        <w:rPr>
          <w:sz w:val="22"/>
          <w:szCs w:val="22"/>
        </w:rPr>
      </w:pPr>
      <w:sdt>
        <w:sdtPr>
          <w:rPr>
            <w:sz w:val="22"/>
            <w:szCs w:val="22"/>
          </w:r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8F11CDE5-CD88-48A0-8C3C-AFEFC3EA5071}"/>
          <w:text/>
        </w:sdtPr>
        <w:sdtEndPr/>
        <w:sdtContent>
          <w:r w:rsidR="003B0776" w:rsidRPr="00CC5155">
            <w:rPr>
              <w:sz w:val="22"/>
              <w:szCs w:val="22"/>
            </w:rPr>
            <w:t>Kaie Kattai</w:t>
          </w:r>
        </w:sdtContent>
      </w:sdt>
      <w:r w:rsidR="002D64AB" w:rsidRPr="00CC5155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8F11CDE5-CD88-48A0-8C3C-AFEFC3EA5071}"/>
          <w:text/>
        </w:sdtPr>
        <w:sdtEndPr/>
        <w:sdtContent>
          <w:r w:rsidR="003B0776" w:rsidRPr="00CC5155">
            <w:rPr>
              <w:sz w:val="22"/>
              <w:szCs w:val="22"/>
            </w:rPr>
            <w:t>5300</w:t>
          </w:r>
          <w:r w:rsidR="00CC5155" w:rsidRPr="00CC5155">
            <w:rPr>
              <w:sz w:val="22"/>
              <w:szCs w:val="22"/>
            </w:rPr>
            <w:t xml:space="preserve"> </w:t>
          </w:r>
          <w:r w:rsidR="003B0776" w:rsidRPr="00CC5155">
            <w:rPr>
              <w:sz w:val="22"/>
              <w:szCs w:val="22"/>
            </w:rPr>
            <w:t>1870</w:t>
          </w:r>
        </w:sdtContent>
      </w:sdt>
    </w:p>
    <w:sdt>
      <w:sdtPr>
        <w:rPr>
          <w:sz w:val="22"/>
          <w:szCs w:val="22"/>
        </w:r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8F11CDE5-CD88-48A0-8C3C-AFEFC3EA5071}"/>
        <w:text/>
      </w:sdtPr>
      <w:sdtEndPr/>
      <w:sdtContent>
        <w:p w14:paraId="55942A2F" w14:textId="406454CA" w:rsidR="00BD078E" w:rsidRPr="00CC5155" w:rsidRDefault="003B0776" w:rsidP="00F52ADA">
          <w:pPr>
            <w:pStyle w:val="Snum"/>
            <w:rPr>
              <w:sz w:val="22"/>
              <w:szCs w:val="22"/>
            </w:rPr>
          </w:pPr>
          <w:r w:rsidRPr="00CC5155">
            <w:rPr>
              <w:sz w:val="22"/>
              <w:szCs w:val="22"/>
            </w:rPr>
            <w:t>kaie.kattai@keskkonnaamet.ee</w:t>
          </w:r>
        </w:p>
      </w:sdtContent>
    </w:sdt>
    <w:sectPr w:rsidR="00BD078E" w:rsidRPr="00CC5155" w:rsidSect="00EC028D">
      <w:footerReference w:type="default" r:id="rId11"/>
      <w:footerReference w:type="first" r:id="rId12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5B4B6" w14:textId="77777777" w:rsidR="00162860" w:rsidRDefault="00162860" w:rsidP="00DF44DF">
      <w:r>
        <w:separator/>
      </w:r>
    </w:p>
  </w:endnote>
  <w:endnote w:type="continuationSeparator" w:id="0">
    <w:p w14:paraId="57480DF9" w14:textId="77777777" w:rsidR="00162860" w:rsidRDefault="0016286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40780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7930679" w14:textId="600CCC1C" w:rsidR="002C2F0A" w:rsidRDefault="002C2F0A">
            <w:pPr>
              <w:pStyle w:val="Jalus"/>
              <w:jc w:val="center"/>
            </w:pPr>
            <w:r w:rsidRPr="002C2F0A">
              <w:t xml:space="preserve"> </w:t>
            </w:r>
            <w:r w:rsidRPr="002C2F0A">
              <w:rPr>
                <w:bCs/>
                <w:szCs w:val="24"/>
              </w:rPr>
              <w:fldChar w:fldCharType="begin"/>
            </w:r>
            <w:r w:rsidRPr="002C2F0A">
              <w:rPr>
                <w:bCs/>
              </w:rPr>
              <w:instrText>PAGE</w:instrText>
            </w:r>
            <w:r w:rsidRPr="002C2F0A"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2C2F0A">
              <w:rPr>
                <w:bCs/>
                <w:szCs w:val="24"/>
              </w:rPr>
              <w:fldChar w:fldCharType="end"/>
            </w:r>
            <w:r w:rsidRPr="002C2F0A">
              <w:t xml:space="preserve"> </w:t>
            </w:r>
            <w:r>
              <w:t>(</w:t>
            </w:r>
            <w:r w:rsidRPr="002C2F0A">
              <w:rPr>
                <w:bCs/>
                <w:szCs w:val="24"/>
              </w:rPr>
              <w:fldChar w:fldCharType="begin"/>
            </w:r>
            <w:r w:rsidRPr="002C2F0A">
              <w:rPr>
                <w:bCs/>
              </w:rPr>
              <w:instrText>NUMPAGES</w:instrText>
            </w:r>
            <w:r w:rsidRPr="002C2F0A"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2C2F0A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2A37" w14:textId="207055A2" w:rsidR="00432E04" w:rsidRDefault="002560B1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94D2E" w14:textId="77777777" w:rsidR="00162860" w:rsidRDefault="00162860" w:rsidP="00DF44DF">
      <w:r>
        <w:separator/>
      </w:r>
    </w:p>
  </w:footnote>
  <w:footnote w:type="continuationSeparator" w:id="0">
    <w:p w14:paraId="334FEF64" w14:textId="77777777" w:rsidR="00162860" w:rsidRDefault="00162860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7F5D"/>
    <w:rsid w:val="00032216"/>
    <w:rsid w:val="00060947"/>
    <w:rsid w:val="000913FC"/>
    <w:rsid w:val="000A17B5"/>
    <w:rsid w:val="00124999"/>
    <w:rsid w:val="001523BD"/>
    <w:rsid w:val="00162860"/>
    <w:rsid w:val="001917D3"/>
    <w:rsid w:val="001A7D04"/>
    <w:rsid w:val="001D4CFB"/>
    <w:rsid w:val="002008A2"/>
    <w:rsid w:val="0022576F"/>
    <w:rsid w:val="00227EAC"/>
    <w:rsid w:val="0025585D"/>
    <w:rsid w:val="002560B1"/>
    <w:rsid w:val="00262E94"/>
    <w:rsid w:val="002835BB"/>
    <w:rsid w:val="00293449"/>
    <w:rsid w:val="002C2F0A"/>
    <w:rsid w:val="002D64AB"/>
    <w:rsid w:val="002F254F"/>
    <w:rsid w:val="0034719C"/>
    <w:rsid w:val="00354059"/>
    <w:rsid w:val="00371A7B"/>
    <w:rsid w:val="00394DCB"/>
    <w:rsid w:val="003B0776"/>
    <w:rsid w:val="003B2A9C"/>
    <w:rsid w:val="00402EC8"/>
    <w:rsid w:val="00432E04"/>
    <w:rsid w:val="00435A13"/>
    <w:rsid w:val="0044084D"/>
    <w:rsid w:val="004C1391"/>
    <w:rsid w:val="004D6586"/>
    <w:rsid w:val="00500E3C"/>
    <w:rsid w:val="00516372"/>
    <w:rsid w:val="00546204"/>
    <w:rsid w:val="00551E24"/>
    <w:rsid w:val="00557534"/>
    <w:rsid w:val="00560A92"/>
    <w:rsid w:val="00564569"/>
    <w:rsid w:val="005649F7"/>
    <w:rsid w:val="00574DFB"/>
    <w:rsid w:val="005A7BC7"/>
    <w:rsid w:val="005B5CE1"/>
    <w:rsid w:val="005E3AED"/>
    <w:rsid w:val="005E45BB"/>
    <w:rsid w:val="005E7E54"/>
    <w:rsid w:val="005F38B8"/>
    <w:rsid w:val="00601D85"/>
    <w:rsid w:val="00602834"/>
    <w:rsid w:val="00620DF1"/>
    <w:rsid w:val="00680609"/>
    <w:rsid w:val="006A01AC"/>
    <w:rsid w:val="006B118C"/>
    <w:rsid w:val="006B3A4C"/>
    <w:rsid w:val="006E16BD"/>
    <w:rsid w:val="006F3BB9"/>
    <w:rsid w:val="006F72D7"/>
    <w:rsid w:val="007056E1"/>
    <w:rsid w:val="00710A3B"/>
    <w:rsid w:val="00713327"/>
    <w:rsid w:val="00726D6B"/>
    <w:rsid w:val="0075695A"/>
    <w:rsid w:val="00762C91"/>
    <w:rsid w:val="00775256"/>
    <w:rsid w:val="007A1DE8"/>
    <w:rsid w:val="007C1E73"/>
    <w:rsid w:val="007D54FC"/>
    <w:rsid w:val="00835858"/>
    <w:rsid w:val="008736CB"/>
    <w:rsid w:val="008919F2"/>
    <w:rsid w:val="008B041F"/>
    <w:rsid w:val="008D4634"/>
    <w:rsid w:val="008E2DAE"/>
    <w:rsid w:val="008F0B50"/>
    <w:rsid w:val="00906865"/>
    <w:rsid w:val="0091786B"/>
    <w:rsid w:val="009370A4"/>
    <w:rsid w:val="009C32A9"/>
    <w:rsid w:val="009D08A2"/>
    <w:rsid w:val="009E7F4A"/>
    <w:rsid w:val="009F0B25"/>
    <w:rsid w:val="00A10E66"/>
    <w:rsid w:val="00A1244E"/>
    <w:rsid w:val="00A13FDE"/>
    <w:rsid w:val="00A23833"/>
    <w:rsid w:val="00A33F2A"/>
    <w:rsid w:val="00A90CCA"/>
    <w:rsid w:val="00AB176A"/>
    <w:rsid w:val="00AC4752"/>
    <w:rsid w:val="00AD2EA7"/>
    <w:rsid w:val="00AE02A8"/>
    <w:rsid w:val="00AF343E"/>
    <w:rsid w:val="00B7103D"/>
    <w:rsid w:val="00B9503E"/>
    <w:rsid w:val="00BB0136"/>
    <w:rsid w:val="00BC1A62"/>
    <w:rsid w:val="00BD078E"/>
    <w:rsid w:val="00BD3CCF"/>
    <w:rsid w:val="00BE0CC9"/>
    <w:rsid w:val="00BF4D7C"/>
    <w:rsid w:val="00C24F66"/>
    <w:rsid w:val="00C27B07"/>
    <w:rsid w:val="00C35B9D"/>
    <w:rsid w:val="00C41FC5"/>
    <w:rsid w:val="00C83346"/>
    <w:rsid w:val="00CA583B"/>
    <w:rsid w:val="00CA5F0B"/>
    <w:rsid w:val="00CC5155"/>
    <w:rsid w:val="00CE224D"/>
    <w:rsid w:val="00CF2B77"/>
    <w:rsid w:val="00CF4303"/>
    <w:rsid w:val="00D3676C"/>
    <w:rsid w:val="00D40650"/>
    <w:rsid w:val="00D81909"/>
    <w:rsid w:val="00DC4D75"/>
    <w:rsid w:val="00DF44DF"/>
    <w:rsid w:val="00E023F6"/>
    <w:rsid w:val="00E03DBB"/>
    <w:rsid w:val="00E10EDF"/>
    <w:rsid w:val="00E46F63"/>
    <w:rsid w:val="00E663AE"/>
    <w:rsid w:val="00EC028D"/>
    <w:rsid w:val="00F22C9C"/>
    <w:rsid w:val="00F3446C"/>
    <w:rsid w:val="00F442A2"/>
    <w:rsid w:val="00F52ADA"/>
    <w:rsid w:val="00F83893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52ADA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customStyle="1" w:styleId="Default">
    <w:name w:val="Default"/>
    <w:rsid w:val="003B07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9B3CD4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9B3CD4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9B3CD4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9B3CD4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9B3CD4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9B3CD4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9B3CD4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9B3CD4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9B3CD4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9B3CD4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9B3CD4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03873CD05C9A48EF97A94AEA40A80C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D789EC-77E2-4FAD-930E-7726A0848B13}"/>
      </w:docPartPr>
      <w:docPartBody>
        <w:p w:rsidR="002D48A6" w:rsidRDefault="00375AC9">
          <w:r w:rsidRPr="003E3679">
            <w:rPr>
              <w:rStyle w:val="Kohatitetekst"/>
            </w:rPr>
            <w:t>[Juurdepääsupiirangu algusaeg]</w:t>
          </w:r>
        </w:p>
      </w:docPartBody>
    </w:docPart>
    <w:docPart>
      <w:docPartPr>
        <w:name w:val="7D8A7FA39E874C28B51B5245907FA8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F794E7C-A1FC-443C-AEEE-F1793343F599}"/>
      </w:docPartPr>
      <w:docPartBody>
        <w:p w:rsidR="002D48A6" w:rsidRDefault="00375AC9">
          <w:r w:rsidRPr="003E3679">
            <w:rPr>
              <w:rStyle w:val="Kohatitetekst"/>
            </w:rPr>
            <w:t>[Juurdepääsupiirangu lõpp]</w:t>
          </w:r>
        </w:p>
      </w:docPartBody>
    </w:docPart>
    <w:docPart>
      <w:docPartPr>
        <w:name w:val="1F99612080E4475F9C16836E4FBD27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6510D35-A1C9-4555-92F0-501279426E87}"/>
      </w:docPartPr>
      <w:docPartBody>
        <w:p w:rsidR="00FD3E88" w:rsidRDefault="000F563F">
          <w:r w:rsidRPr="00076DCF">
            <w:rPr>
              <w:rStyle w:val="Kohatitetekst"/>
            </w:rPr>
            <w:t>[Alus]</w:t>
          </w:r>
        </w:p>
      </w:docPartBody>
    </w:docPart>
    <w:docPart>
      <w:docPartPr>
        <w:name w:val="FC588EA06BB04FB691225E428A29BC4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2362FDA-00C9-4020-8DAB-8AB9B883936C}"/>
      </w:docPartPr>
      <w:docPartBody>
        <w:p w:rsidR="00FD3E88" w:rsidRDefault="000F563F">
          <w:r w:rsidRPr="00076DCF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87"/>
    <w:rsid w:val="000F563F"/>
    <w:rsid w:val="002D48A6"/>
    <w:rsid w:val="00375AC9"/>
    <w:rsid w:val="004C5D47"/>
    <w:rsid w:val="009B3CD4"/>
    <w:rsid w:val="00FB5187"/>
    <w:rsid w:val="00FD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F563F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p:properties xmlns:p="http://schemas.microsoft.com/office/2006/metadata/properties">
  <documentManagement xmlns:xsi="http://www.w3.org/2001/XMLSchema-instance">
    <RMUniqueID xmlns="4f28efae-2a20-4782-b43d-2717bdd273fa">06d803f0-b59d-4fd9-8fdf-adf3102f3759</RMUniqueID>
    <RMTitle xmlns="4f28efae-2a20-4782-b43d-2717bdd273fa"/>
    <RMRegistrationDate xmlns="4f28efae-2a20-4782-b43d-2717bdd273fa">2023-12-14T11:18:31.2834063Z</RMRegistrationDate>
    <RMReferenceCode xmlns="4f28efae-2a20-4782-b43d-2717bdd273fa">7-11/23/23365-2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Bert Holm</Isik>
    <E-posti_x0020_aadress xmlns="4f28efae-2a20-4782-b43d-2717bdd273fa">bert.holm@rmk.ee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2023-11-17T00:00:00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Kaie Kattai</Koostaja>
    <Koostaja_x0020_telefon xmlns="4f28efae-2a20-4782-b43d-2717bdd273fa">5300 1870</Koostaja_x0020_telefon>
    <Koostaja_x0020_e-post xmlns="4f28efae-2a20-4782-b43d-2717bdd273fa">kaie.kattai@keskkonnaamet.ee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Kaie Kattai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260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5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Props1.xml><?xml version="1.0" encoding="utf-8"?>
<ds:datastoreItem xmlns:ds="http://schemas.openxmlformats.org/officeDocument/2006/customXml" ds:itemID="{85EF1341-2A63-464E-848F-A4980FDC74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11CDE5-CD88-48A0-8C3C-AFEFC3EA5071}">
  <ds:schemaRefs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4f28efae-2a20-4782-b43d-2717bdd273fa"/>
  </ds:schemaRefs>
</ds:datastoreItem>
</file>

<file path=customXml/itemProps3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B7377-EC60-40E5-B0C3-99369AA4F5F4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99</TotalTime>
  <Pages>1</Pages>
  <Words>214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LK töö lähteülesande kooskõlastamine: Põgari-Sassi rannaniit</dc:title>
  <dc:subject/>
  <dc:description/>
  <cp:lastModifiedBy>Kaie Kattai</cp:lastModifiedBy>
  <cp:revision>6</cp:revision>
  <cp:lastPrinted>2014-04-03T11:06:00Z</cp:lastPrinted>
  <dcterms:created xsi:type="dcterms:W3CDTF">2023-12-12T14:38:00Z</dcterms:created>
  <dcterms:modified xsi:type="dcterms:W3CDTF">2023-12-14T09:48:00Z</dcterms:modified>
</cp:coreProperties>
</file>